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B1089">
        <w:rPr>
          <w:rFonts w:ascii="Arial" w:hAnsi="Arial" w:cs="Arial"/>
          <w:b/>
          <w:caps/>
          <w:sz w:val="28"/>
          <w:szCs w:val="28"/>
        </w:rPr>
        <w:t>747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DB108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B1089">
              <w:rPr>
                <w:rFonts w:ascii="Arial" w:hAnsi="Arial" w:cs="Arial"/>
                <w:sz w:val="20"/>
                <w:szCs w:val="20"/>
              </w:rPr>
              <w:t>Solicita a colocação de redutor de velocidade defronte do nº 1585 da Rua Prof.ª Olinda de Almeida Mercadante, no Jardim Maria Amélia.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DB1089">
        <w:rPr>
          <w:rFonts w:ascii="Arial" w:hAnsi="Arial" w:cs="Arial"/>
        </w:rPr>
        <w:t>à</w:t>
      </w:r>
      <w:r w:rsidR="00DB1089" w:rsidRPr="00DB1089">
        <w:rPr>
          <w:rFonts w:ascii="Arial" w:hAnsi="Arial" w:cs="Arial"/>
        </w:rPr>
        <w:t xml:space="preserve"> colocação de redutor de velocidade defronte do nº 1585 da Rua Prof.ª Olinda de Almeida Mercadante, no Jardim Maria Amélia.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B1089" w:rsidRPr="00DB1089" w:rsidRDefault="00DB1089" w:rsidP="00DB10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Ocorre que</w:t>
      </w:r>
      <w:r w:rsidRPr="00DB1089">
        <w:rPr>
          <w:rFonts w:ascii="Arial" w:hAnsi="Arial" w:cs="Arial"/>
        </w:rPr>
        <w:t xml:space="preserve"> os veículos transitam em alta velocidade</w:t>
      </w:r>
      <w:r>
        <w:rPr>
          <w:rFonts w:ascii="Arial" w:hAnsi="Arial" w:cs="Arial"/>
        </w:rPr>
        <w:t xml:space="preserve"> pela citada via, o que representa risco ao trânsito local</w:t>
      </w:r>
      <w:r w:rsidRPr="00DB1089">
        <w:rPr>
          <w:rFonts w:ascii="Arial" w:hAnsi="Arial" w:cs="Arial"/>
        </w:rPr>
        <w:t>.</w:t>
      </w:r>
    </w:p>
    <w:p w:rsidR="00DB1089" w:rsidRPr="00DB1089" w:rsidRDefault="00DB1089" w:rsidP="00DB10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Convém acrescentar que se trata de solicitação dos moradores,</w:t>
      </w:r>
      <w:r w:rsidRPr="00DB1089">
        <w:rPr>
          <w:rFonts w:ascii="Arial" w:hAnsi="Arial" w:cs="Arial"/>
        </w:rPr>
        <w:t xml:space="preserve"> que v</w:t>
      </w:r>
      <w:r>
        <w:rPr>
          <w:rFonts w:ascii="Arial" w:hAnsi="Arial" w:cs="Arial"/>
        </w:rPr>
        <w:t>ê</w:t>
      </w:r>
      <w:r w:rsidRPr="00DB1089">
        <w:rPr>
          <w:rFonts w:ascii="Arial" w:hAnsi="Arial" w:cs="Arial"/>
        </w:rPr>
        <w:t>m por</w:t>
      </w:r>
      <w:r>
        <w:rPr>
          <w:rFonts w:ascii="Arial" w:hAnsi="Arial" w:cs="Arial"/>
        </w:rPr>
        <w:t xml:space="preserve"> nosso</w:t>
      </w:r>
      <w:r w:rsidRPr="00DB1089">
        <w:rPr>
          <w:rFonts w:ascii="Arial" w:hAnsi="Arial" w:cs="Arial"/>
        </w:rPr>
        <w:t xml:space="preserve"> intermédio pedir a solução desse problema.</w:t>
      </w:r>
    </w:p>
    <w:p w:rsidR="00DB1089" w:rsidRPr="00DB1089" w:rsidRDefault="00DB1089" w:rsidP="00DB10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B1089">
        <w:rPr>
          <w:rFonts w:ascii="Arial" w:hAnsi="Arial" w:cs="Arial"/>
        </w:rPr>
        <w:t>Desta forma, mui respeitosamente acionamos a Administração Municipal e agradecemos por seu empenho para que a situação seja de</w:t>
      </w:r>
      <w:r>
        <w:rPr>
          <w:rFonts w:ascii="Arial" w:hAnsi="Arial" w:cs="Arial"/>
        </w:rPr>
        <w:t>vidamente considerada e atendida.</w:t>
      </w:r>
    </w:p>
    <w:p w:rsidR="003A77BE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DB1089">
        <w:rPr>
          <w:rFonts w:ascii="Arial" w:hAnsi="Arial" w:cs="Arial"/>
        </w:rPr>
        <w:t xml:space="preserve"> 28 de março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B1089" w:rsidRDefault="00DB1089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B1089" w:rsidRPr="00A34F2C" w:rsidRDefault="00DB1089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DB1089" w:rsidRPr="00A34F2C" w:rsidRDefault="00DB1089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79C5" w:rsidRDefault="00C079C5">
      <w:r>
        <w:separator/>
      </w:r>
    </w:p>
  </w:endnote>
  <w:endnote w:type="continuationSeparator" w:id="0">
    <w:p w:rsidR="00C079C5" w:rsidRDefault="00C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79C5" w:rsidRDefault="00C079C5">
      <w:r>
        <w:separator/>
      </w:r>
    </w:p>
  </w:footnote>
  <w:footnote w:type="continuationSeparator" w:id="0">
    <w:p w:rsidR="00C079C5" w:rsidRDefault="00C079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54563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079C5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1089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30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4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E0C2E0-5BA2-4FA3-BA96-F0F162AE3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143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2018-03-26T13:50:00Z</dcterms:created>
  <dcterms:modified xsi:type="dcterms:W3CDTF">2018-03-26T13:52:00Z</dcterms:modified>
</cp:coreProperties>
</file>